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70" w:rsidRDefault="009C6C91">
      <w:r>
        <w:t xml:space="preserve">In the IRFs </w:t>
      </w:r>
    </w:p>
    <w:p w:rsidR="009C6C91" w:rsidRDefault="009C6C91" w:rsidP="009C6C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>JD_SS</w:t>
      </w:r>
      <w:r>
        <w:rPr>
          <w:rFonts w:ascii="Courier New" w:hAnsi="Courier New" w:cs="Courier New"/>
          <w:color w:val="000000"/>
          <w:sz w:val="26"/>
          <w:szCs w:val="26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totsepagg_SS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*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l_SS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 -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lambdaP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*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l_SS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 xml:space="preserve">; </w:t>
      </w:r>
      <w:r>
        <w:rPr>
          <w:rFonts w:ascii="Courier New" w:hAnsi="Courier New" w:cs="Courier New"/>
          <w:color w:val="228B22"/>
          <w:sz w:val="26"/>
          <w:szCs w:val="26"/>
        </w:rPr>
        <w:t>% Gross job destruction</w:t>
      </w:r>
    </w:p>
    <w:p w:rsidR="009C6C91" w:rsidRDefault="009C6C91" w:rsidP="009C6C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JC_S </w:t>
      </w:r>
      <w:bookmarkStart w:id="0" w:name="_GoBack"/>
      <w:bookmarkEnd w:id="0"/>
      <w:r>
        <w:rPr>
          <w:rFonts w:ascii="Courier New" w:hAnsi="Courier New" w:cs="Courier New"/>
          <w:color w:val="000000"/>
          <w:sz w:val="26"/>
          <w:szCs w:val="26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v_SS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*</w:t>
      </w:r>
      <w:proofErr w:type="spellStart"/>
      <w:r>
        <w:rPr>
          <w:rFonts w:ascii="Courier New" w:hAnsi="Courier New" w:cs="Courier New"/>
          <w:color w:val="000000"/>
          <w:sz w:val="26"/>
          <w:szCs w:val="26"/>
        </w:rPr>
        <w:t>q_SS</w:t>
      </w:r>
      <w:proofErr w:type="spellEnd"/>
      <w:r>
        <w:rPr>
          <w:rFonts w:ascii="Courier New" w:hAnsi="Courier New" w:cs="Courier New"/>
          <w:color w:val="000000"/>
          <w:sz w:val="26"/>
          <w:szCs w:val="26"/>
        </w:rPr>
        <w:t>;</w:t>
      </w:r>
      <w:r>
        <w:rPr>
          <w:rFonts w:ascii="Courier New" w:hAnsi="Courier New" w:cs="Courier New"/>
          <w:color w:val="228B22"/>
          <w:sz w:val="26"/>
          <w:szCs w:val="26"/>
        </w:rPr>
        <w:t xml:space="preserve">% Gross job creation </w:t>
      </w:r>
    </w:p>
    <w:p w:rsidR="009C6C91" w:rsidRDefault="009C6C91" w:rsidP="009C6C91"/>
    <w:sectPr w:rsidR="009C6C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C91"/>
    <w:rsid w:val="006B5270"/>
    <w:rsid w:val="0070472F"/>
    <w:rsid w:val="009C6C91"/>
    <w:rsid w:val="00D9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23955501.dotm</Template>
  <TotalTime>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Oluwaseyi Vincent</dc:creator>
  <cp:lastModifiedBy>Oluwaseyi Vincent</cp:lastModifiedBy>
  <cp:revision>1</cp:revision>
  <dcterms:created xsi:type="dcterms:W3CDTF">2018-03-05T12:51:00Z</dcterms:created>
  <dcterms:modified xsi:type="dcterms:W3CDTF">2018-03-05T12:54:00Z</dcterms:modified>
</cp:coreProperties>
</file>